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B57" w:rsidRDefault="00D31B57" w:rsidP="003C39BF">
      <w:pPr>
        <w:jc w:val="right"/>
        <w:rPr>
          <w:b/>
          <w:sz w:val="28"/>
          <w:szCs w:val="28"/>
        </w:rPr>
      </w:pPr>
    </w:p>
    <w:p w:rsidR="003C39BF" w:rsidRPr="003C39BF" w:rsidRDefault="003C39BF" w:rsidP="003C39BF">
      <w:pPr>
        <w:jc w:val="right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975"/>
      </w:tblGrid>
      <w:tr w:rsidR="00665B4E" w:rsidRPr="00F67F8F" w:rsidTr="00D31B57">
        <w:trPr>
          <w:trHeight w:hRule="exact" w:val="1928"/>
        </w:trPr>
        <w:tc>
          <w:tcPr>
            <w:tcW w:w="10031" w:type="dxa"/>
            <w:gridSpan w:val="5"/>
            <w:shd w:val="clear" w:color="auto" w:fill="auto"/>
          </w:tcPr>
          <w:p w:rsidR="00665B4E" w:rsidRPr="002912A9" w:rsidRDefault="002912A9" w:rsidP="00F67F8F">
            <w:pPr>
              <w:jc w:val="center"/>
              <w:rPr>
                <w:b/>
                <w:caps/>
              </w:rPr>
            </w:pPr>
            <w:r>
              <w:rPr>
                <w:caps/>
              </w:rPr>
              <w:t xml:space="preserve">                                    </w:t>
            </w:r>
            <w:r w:rsidR="00665B4E" w:rsidRPr="00F67F8F">
              <w:rPr>
                <w:caps/>
              </w:rPr>
              <w:t>Российская Федерация</w:t>
            </w:r>
            <w:r w:rsidRPr="008E6CF5">
              <w:rPr>
                <w:caps/>
              </w:rPr>
              <w:t xml:space="preserve">           </w:t>
            </w:r>
            <w:r>
              <w:rPr>
                <w:caps/>
              </w:rPr>
              <w:t xml:space="preserve">            </w:t>
            </w:r>
            <w:r w:rsidRPr="002912A9">
              <w:rPr>
                <w:b/>
                <w:caps/>
              </w:rPr>
              <w:t>ПРОЕКТ</w:t>
            </w:r>
          </w:p>
          <w:p w:rsidR="002A453E" w:rsidRPr="002A453E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</w:t>
            </w:r>
            <w:r w:rsidR="002A453E">
              <w:rPr>
                <w:caps/>
              </w:rPr>
              <w:t>И</w:t>
            </w:r>
          </w:p>
          <w:p w:rsidR="00665B4E" w:rsidRPr="002912A9" w:rsidRDefault="00E20421" w:rsidP="00F67F8F">
            <w:pPr>
              <w:jc w:val="center"/>
              <w:rPr>
                <w:caps/>
              </w:rPr>
            </w:pPr>
            <w:r w:rsidRPr="002912A9">
              <w:rPr>
                <w:caps/>
                <w:sz w:val="20"/>
                <w:szCs w:val="20"/>
              </w:rPr>
              <w:t>город усть-Илимск</w:t>
            </w:r>
            <w:r w:rsidR="00242979" w:rsidRPr="002912A9">
              <w:rPr>
                <w:caps/>
                <w:sz w:val="20"/>
                <w:szCs w:val="20"/>
              </w:rPr>
              <w:t xml:space="preserve">                                   </w:t>
            </w:r>
          </w:p>
          <w:p w:rsidR="00665B4E" w:rsidRPr="00F67F8F" w:rsidRDefault="00922305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1E93D93D" wp14:editId="2901CA29">
                      <wp:extent cx="535940" cy="668020"/>
                      <wp:effectExtent l="9525" t="19050" r="6985" b="8255"/>
                      <wp:docPr id="8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DCA790D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D31B57">
        <w:tc>
          <w:tcPr>
            <w:tcW w:w="10031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C07AC">
              <w:rPr>
                <w:b/>
                <w:caps/>
                <w:sz w:val="28"/>
                <w:szCs w:val="28"/>
              </w:rPr>
              <w:t>ВОСЬМОГО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D31B57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2912A9">
            <w:pPr>
              <w:ind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7E3622" w:rsidRDefault="002A453E" w:rsidP="00F67F8F">
            <w:pPr>
              <w:ind w:left="-99" w:right="-72"/>
            </w:pPr>
            <w:r>
              <w:t xml:space="preserve">   </w:t>
            </w:r>
          </w:p>
        </w:tc>
        <w:tc>
          <w:tcPr>
            <w:tcW w:w="5975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D31B57">
        <w:trPr>
          <w:trHeight w:val="2155"/>
        </w:trPr>
        <w:tc>
          <w:tcPr>
            <w:tcW w:w="10031" w:type="dxa"/>
            <w:gridSpan w:val="5"/>
            <w:shd w:val="clear" w:color="auto" w:fill="auto"/>
          </w:tcPr>
          <w:p w:rsidR="00B269AE" w:rsidRPr="00C644E7" w:rsidRDefault="00922305" w:rsidP="00E80F35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1" layoutInCell="1" allowOverlap="1" wp14:anchorId="48143C62" wp14:editId="4B5D4FAC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1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2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3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6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7F1B40D" id="Group 16" o:spid="_x0000_s1026" style="position:absolute;margin-left:5.65pt;margin-top:22.7pt;width:226.8pt;height:2.85pt;z-index:-251659264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5671C" w:rsidRPr="003C39BF">
              <w:t>О</w:t>
            </w:r>
            <w:r w:rsidR="001A3BE0">
              <w:t xml:space="preserve">б участии в </w:t>
            </w:r>
            <w:r w:rsidR="00C644E7">
              <w:t xml:space="preserve">ежегодном </w:t>
            </w:r>
            <w:r w:rsidR="001A3BE0">
              <w:t xml:space="preserve">областном конкурсе на лучшую организацию работы </w:t>
            </w:r>
            <w:r w:rsidR="0001356F">
              <w:t xml:space="preserve">представительного органа муниципального образования </w:t>
            </w:r>
            <w:r w:rsidR="00AE2440">
              <w:t xml:space="preserve">Иркутской области </w:t>
            </w:r>
            <w:r w:rsidR="00C644E7">
              <w:t>с населением в муниципальных образованиях Иркутской области</w:t>
            </w:r>
            <w:r w:rsidR="00AC07AC">
              <w:t xml:space="preserve"> </w:t>
            </w:r>
            <w:r w:rsidR="00E80F35">
              <w:t>в 202</w:t>
            </w:r>
            <w:r w:rsidR="00E80F35" w:rsidRPr="00E80F35">
              <w:t>5</w:t>
            </w:r>
            <w:r w:rsidR="002E029E">
              <w:t xml:space="preserve"> году</w:t>
            </w:r>
          </w:p>
        </w:tc>
      </w:tr>
    </w:tbl>
    <w:p w:rsidR="0025671C" w:rsidRPr="003C39BF" w:rsidRDefault="000154F0" w:rsidP="003C39B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Руководствуясь </w:t>
      </w:r>
      <w:r w:rsidR="0001356F">
        <w:rPr>
          <w:color w:val="000000"/>
        </w:rPr>
        <w:t xml:space="preserve">постановлением Законодательного </w:t>
      </w:r>
      <w:r w:rsidR="00AE2440">
        <w:rPr>
          <w:color w:val="000000"/>
        </w:rPr>
        <w:t xml:space="preserve">Собрания Иркутской области от </w:t>
      </w:r>
      <w:r w:rsidR="00C644E7">
        <w:rPr>
          <w:color w:val="000000"/>
        </w:rPr>
        <w:t>22</w:t>
      </w:r>
      <w:r w:rsidR="00AE2440">
        <w:rPr>
          <w:color w:val="000000"/>
        </w:rPr>
        <w:t>.0</w:t>
      </w:r>
      <w:r w:rsidR="00AE2440" w:rsidRPr="00AE2440">
        <w:rPr>
          <w:color w:val="000000"/>
        </w:rPr>
        <w:t>6</w:t>
      </w:r>
      <w:r w:rsidR="00C644E7">
        <w:rPr>
          <w:color w:val="000000"/>
        </w:rPr>
        <w:t>.2022</w:t>
      </w:r>
      <w:r w:rsidR="00AE2440">
        <w:rPr>
          <w:color w:val="000000"/>
        </w:rPr>
        <w:t xml:space="preserve">г. № </w:t>
      </w:r>
      <w:r w:rsidR="00C644E7">
        <w:rPr>
          <w:color w:val="000000"/>
        </w:rPr>
        <w:t>57</w:t>
      </w:r>
      <w:r w:rsidR="00AE2440">
        <w:rPr>
          <w:color w:val="000000"/>
        </w:rPr>
        <w:t>/</w:t>
      </w:r>
      <w:r w:rsidR="00C644E7">
        <w:rPr>
          <w:color w:val="000000"/>
        </w:rPr>
        <w:t>8</w:t>
      </w:r>
      <w:r w:rsidR="0001356F">
        <w:rPr>
          <w:color w:val="000000"/>
        </w:rPr>
        <w:t>-ЗС «Об ут</w:t>
      </w:r>
      <w:r w:rsidR="00BA04D3">
        <w:rPr>
          <w:color w:val="000000"/>
        </w:rPr>
        <w:t xml:space="preserve">верждении Положения </w:t>
      </w:r>
      <w:r w:rsidR="00C644E7">
        <w:rPr>
          <w:color w:val="000000"/>
        </w:rPr>
        <w:t>о ежегодном</w:t>
      </w:r>
      <w:r w:rsidR="00B46F3C">
        <w:rPr>
          <w:color w:val="000000"/>
        </w:rPr>
        <w:t xml:space="preserve"> </w:t>
      </w:r>
      <w:r w:rsidR="00C644E7">
        <w:rPr>
          <w:color w:val="000000"/>
        </w:rPr>
        <w:t>областном</w:t>
      </w:r>
      <w:r w:rsidR="0001356F">
        <w:rPr>
          <w:color w:val="000000"/>
        </w:rPr>
        <w:t xml:space="preserve"> кон</w:t>
      </w:r>
      <w:r w:rsidR="00C644E7">
        <w:rPr>
          <w:color w:val="000000"/>
        </w:rPr>
        <w:t>курсе</w:t>
      </w:r>
      <w:r w:rsidR="0001356F">
        <w:rPr>
          <w:color w:val="000000"/>
        </w:rPr>
        <w:t xml:space="preserve"> </w:t>
      </w:r>
      <w:r w:rsidR="00C644E7" w:rsidRPr="00C644E7">
        <w:rPr>
          <w:color w:val="000000"/>
        </w:rPr>
        <w:t>на лучшую организацию работы представительного органа муниципального образования Иркутской области с населением в муниципальных образованиях Иркутской области</w:t>
      </w:r>
      <w:r w:rsidR="0001356F">
        <w:rPr>
          <w:color w:val="000000"/>
        </w:rPr>
        <w:t xml:space="preserve">», статьями 23, </w:t>
      </w:r>
      <w:r w:rsidR="00BA04D3">
        <w:rPr>
          <w:color w:val="000000"/>
        </w:rPr>
        <w:t xml:space="preserve">25, </w:t>
      </w:r>
      <w:r>
        <w:rPr>
          <w:color w:val="000000"/>
        </w:rPr>
        <w:t>43</w:t>
      </w:r>
      <w:r w:rsidRPr="000154F0">
        <w:rPr>
          <w:color w:val="000000"/>
        </w:rPr>
        <w:t xml:space="preserve"> Устава муниципального образования город Усть-Илимск,</w:t>
      </w:r>
      <w:r w:rsidR="0025671C" w:rsidRPr="003C39BF">
        <w:rPr>
          <w:color w:val="000000"/>
        </w:rPr>
        <w:t xml:space="preserve"> Городская Дума, - </w:t>
      </w:r>
    </w:p>
    <w:p w:rsidR="0025671C" w:rsidRPr="003C39BF" w:rsidRDefault="0025671C" w:rsidP="003C39BF">
      <w:pPr>
        <w:keepLines/>
        <w:autoSpaceDE w:val="0"/>
        <w:autoSpaceDN w:val="0"/>
        <w:adjustRightInd w:val="0"/>
        <w:ind w:firstLine="709"/>
        <w:rPr>
          <w:b/>
        </w:rPr>
      </w:pPr>
      <w:r w:rsidRPr="003C39BF">
        <w:rPr>
          <w:b/>
        </w:rPr>
        <w:t>РЕШИЛА:</w:t>
      </w:r>
    </w:p>
    <w:p w:rsidR="0025671C" w:rsidRPr="0003675F" w:rsidRDefault="0025671C" w:rsidP="0001356F">
      <w:pPr>
        <w:autoSpaceDE w:val="0"/>
        <w:autoSpaceDN w:val="0"/>
        <w:adjustRightInd w:val="0"/>
        <w:ind w:firstLine="709"/>
        <w:jc w:val="both"/>
        <w:rPr>
          <w:bCs/>
          <w:iCs/>
          <w:color w:val="000000"/>
        </w:rPr>
      </w:pPr>
      <w:r w:rsidRPr="003C39BF">
        <w:rPr>
          <w:color w:val="000000"/>
        </w:rPr>
        <w:t xml:space="preserve">1. </w:t>
      </w:r>
      <w:r w:rsidR="0001356F">
        <w:rPr>
          <w:color w:val="000000"/>
        </w:rPr>
        <w:t xml:space="preserve">Принять участие в </w:t>
      </w:r>
      <w:r w:rsidR="00C644E7" w:rsidRPr="00C644E7">
        <w:rPr>
          <w:color w:val="000000"/>
        </w:rPr>
        <w:t>ежегодном областном конкурсе на лучшую организацию работы представительного органа муниципального образования Иркутской области с населением в муниципальных образованиях Иркутской области</w:t>
      </w:r>
      <w:r w:rsidR="00E80F35">
        <w:rPr>
          <w:color w:val="000000"/>
        </w:rPr>
        <w:t xml:space="preserve"> в 202</w:t>
      </w:r>
      <w:r w:rsidR="00E80F35" w:rsidRPr="00E80F35">
        <w:rPr>
          <w:color w:val="000000"/>
        </w:rPr>
        <w:t>5</w:t>
      </w:r>
      <w:r w:rsidR="002E029E">
        <w:rPr>
          <w:color w:val="000000"/>
        </w:rPr>
        <w:t xml:space="preserve"> году</w:t>
      </w:r>
      <w:r w:rsidR="0001356F">
        <w:rPr>
          <w:color w:val="000000"/>
        </w:rPr>
        <w:t>.</w:t>
      </w:r>
    </w:p>
    <w:p w:rsidR="00D1739B" w:rsidRDefault="00C644E7" w:rsidP="00C644E7">
      <w:pPr>
        <w:jc w:val="both"/>
        <w:rPr>
          <w:color w:val="000000"/>
        </w:rPr>
      </w:pPr>
      <w:r>
        <w:rPr>
          <w:color w:val="000000"/>
        </w:rPr>
        <w:t xml:space="preserve">            </w:t>
      </w:r>
      <w:r w:rsidR="0025671C" w:rsidRPr="003C39BF">
        <w:rPr>
          <w:color w:val="000000"/>
        </w:rPr>
        <w:t xml:space="preserve">2. </w:t>
      </w:r>
      <w:r>
        <w:rPr>
          <w:color w:val="000000"/>
        </w:rPr>
        <w:t>Р</w:t>
      </w:r>
      <w:r w:rsidRPr="00C644E7">
        <w:rPr>
          <w:color w:val="000000"/>
        </w:rPr>
        <w:t xml:space="preserve">азместить </w:t>
      </w:r>
      <w:r>
        <w:rPr>
          <w:color w:val="000000"/>
        </w:rPr>
        <w:t xml:space="preserve">настоящее решение </w:t>
      </w:r>
      <w:r w:rsidRPr="00C644E7">
        <w:rPr>
          <w:color w:val="000000"/>
        </w:rPr>
        <w:t>на официальных сайтах Городской Думы города Усть-Илимска, Администрации города Усть-Илимска.</w:t>
      </w:r>
    </w:p>
    <w:p w:rsidR="00941DC7" w:rsidRPr="00941DC7" w:rsidRDefault="00941DC7" w:rsidP="00941DC7">
      <w:pPr>
        <w:ind w:firstLine="709"/>
        <w:jc w:val="both"/>
        <w:rPr>
          <w:bCs/>
          <w:color w:val="000000"/>
        </w:rPr>
      </w:pPr>
      <w:r>
        <w:rPr>
          <w:color w:val="000000"/>
        </w:rPr>
        <w:t xml:space="preserve">3. </w:t>
      </w:r>
      <w:r w:rsidRPr="00941DC7">
        <w:rPr>
          <w:bCs/>
          <w:color w:val="000000"/>
        </w:rPr>
        <w:t>Контроль за</w:t>
      </w:r>
      <w:r w:rsidR="002E029E">
        <w:rPr>
          <w:bCs/>
          <w:color w:val="000000"/>
        </w:rPr>
        <w:t xml:space="preserve"> исполнением настоящего решения возложить на председателя Городской Думы города Усть-Илимска</w:t>
      </w:r>
      <w:r w:rsidR="00550C9D">
        <w:rPr>
          <w:bCs/>
          <w:color w:val="000000"/>
        </w:rPr>
        <w:t>.</w:t>
      </w:r>
    </w:p>
    <w:p w:rsidR="00AE2440" w:rsidRDefault="00AE2440" w:rsidP="00D40121">
      <w:pPr>
        <w:jc w:val="both"/>
        <w:rPr>
          <w:b/>
        </w:rPr>
      </w:pPr>
    </w:p>
    <w:p w:rsidR="002A453E" w:rsidRDefault="002A453E" w:rsidP="00D40121">
      <w:pPr>
        <w:jc w:val="both"/>
        <w:rPr>
          <w:b/>
        </w:rPr>
      </w:pPr>
      <w:bookmarkStart w:id="0" w:name="_GoBack"/>
      <w:bookmarkEnd w:id="0"/>
    </w:p>
    <w:p w:rsidR="002A453E" w:rsidRDefault="002A453E" w:rsidP="00D40121">
      <w:pPr>
        <w:jc w:val="both"/>
        <w:rPr>
          <w:b/>
        </w:rPr>
      </w:pPr>
    </w:p>
    <w:p w:rsidR="00D40121" w:rsidRDefault="00D40121" w:rsidP="00D40121">
      <w:pPr>
        <w:jc w:val="both"/>
        <w:rPr>
          <w:b/>
        </w:rPr>
      </w:pPr>
      <w:r w:rsidRPr="0008337F">
        <w:rPr>
          <w:b/>
        </w:rPr>
        <w:t xml:space="preserve">Председатель Городской Думы                                  </w:t>
      </w:r>
      <w:r>
        <w:rPr>
          <w:b/>
        </w:rPr>
        <w:t xml:space="preserve">                         </w:t>
      </w:r>
      <w:r w:rsidR="00B46F3C">
        <w:rPr>
          <w:b/>
        </w:rPr>
        <w:t xml:space="preserve">               А.П. Чихирьков</w:t>
      </w:r>
    </w:p>
    <w:p w:rsidR="00C644E7" w:rsidRDefault="00C644E7" w:rsidP="00D40121">
      <w:pPr>
        <w:jc w:val="both"/>
        <w:rPr>
          <w:b/>
        </w:rPr>
      </w:pPr>
    </w:p>
    <w:p w:rsidR="00C644E7" w:rsidRDefault="00C644E7" w:rsidP="00D40121">
      <w:pPr>
        <w:jc w:val="both"/>
        <w:rPr>
          <w:b/>
        </w:rPr>
      </w:pPr>
    </w:p>
    <w:p w:rsidR="00C644E7" w:rsidRDefault="00C644E7" w:rsidP="00D40121">
      <w:pPr>
        <w:jc w:val="both"/>
        <w:rPr>
          <w:b/>
        </w:rPr>
      </w:pPr>
    </w:p>
    <w:p w:rsidR="00C644E7" w:rsidRDefault="00C644E7" w:rsidP="00D40121">
      <w:pPr>
        <w:jc w:val="both"/>
        <w:rPr>
          <w:b/>
        </w:rPr>
      </w:pPr>
    </w:p>
    <w:p w:rsidR="00C644E7" w:rsidRDefault="00C644E7" w:rsidP="00D40121">
      <w:pPr>
        <w:jc w:val="both"/>
        <w:rPr>
          <w:b/>
        </w:rPr>
      </w:pPr>
    </w:p>
    <w:p w:rsidR="00C644E7" w:rsidRDefault="00C644E7" w:rsidP="00D40121">
      <w:pPr>
        <w:jc w:val="both"/>
        <w:rPr>
          <w:b/>
        </w:rPr>
      </w:pPr>
    </w:p>
    <w:p w:rsidR="00C644E7" w:rsidRDefault="00C644E7" w:rsidP="00D40121">
      <w:pPr>
        <w:jc w:val="both"/>
        <w:rPr>
          <w:b/>
        </w:rPr>
      </w:pPr>
    </w:p>
    <w:p w:rsidR="00C644E7" w:rsidRDefault="00C644E7" w:rsidP="00D40121">
      <w:pPr>
        <w:jc w:val="both"/>
        <w:rPr>
          <w:b/>
        </w:rPr>
      </w:pPr>
    </w:p>
    <w:p w:rsidR="00C644E7" w:rsidRDefault="00C644E7" w:rsidP="00D40121">
      <w:pPr>
        <w:jc w:val="both"/>
        <w:rPr>
          <w:b/>
        </w:rPr>
      </w:pPr>
    </w:p>
    <w:p w:rsidR="00C644E7" w:rsidRDefault="00C644E7" w:rsidP="00D40121">
      <w:pPr>
        <w:jc w:val="both"/>
        <w:rPr>
          <w:b/>
        </w:rPr>
      </w:pPr>
    </w:p>
    <w:p w:rsidR="00C644E7" w:rsidRDefault="00C644E7" w:rsidP="00D40121">
      <w:pPr>
        <w:jc w:val="both"/>
        <w:rPr>
          <w:b/>
        </w:rPr>
      </w:pPr>
    </w:p>
    <w:p w:rsidR="00C644E7" w:rsidRDefault="00C644E7" w:rsidP="00D40121">
      <w:pPr>
        <w:jc w:val="both"/>
        <w:rPr>
          <w:b/>
        </w:rPr>
      </w:pPr>
    </w:p>
    <w:p w:rsidR="00C644E7" w:rsidRDefault="00C644E7" w:rsidP="00D40121">
      <w:pPr>
        <w:jc w:val="both"/>
        <w:rPr>
          <w:b/>
        </w:rPr>
      </w:pPr>
    </w:p>
    <w:p w:rsidR="00FB3FAB" w:rsidRDefault="00FB3FAB" w:rsidP="00144CE0">
      <w:pPr>
        <w:jc w:val="center"/>
        <w:rPr>
          <w:bCs/>
        </w:rPr>
      </w:pPr>
    </w:p>
    <w:p w:rsidR="00FC3165" w:rsidRDefault="00FC3165" w:rsidP="00FC3165">
      <w:pPr>
        <w:jc w:val="center"/>
        <w:rPr>
          <w:bCs/>
        </w:rPr>
      </w:pPr>
    </w:p>
    <w:p w:rsidR="00C644E7" w:rsidRPr="00144CE0" w:rsidRDefault="00C644E7" w:rsidP="00FC3165">
      <w:pPr>
        <w:jc w:val="center"/>
      </w:pPr>
      <w:r w:rsidRPr="00144CE0">
        <w:rPr>
          <w:bCs/>
        </w:rPr>
        <w:lastRenderedPageBreak/>
        <w:t>ПОЯСНИТЕЛЬНАЯ ЗАПИСКА</w:t>
      </w:r>
    </w:p>
    <w:p w:rsidR="00C644E7" w:rsidRPr="00144CE0" w:rsidRDefault="00C644E7" w:rsidP="00144CE0">
      <w:pPr>
        <w:jc w:val="center"/>
        <w:rPr>
          <w:bCs/>
        </w:rPr>
      </w:pPr>
      <w:r w:rsidRPr="00144CE0">
        <w:rPr>
          <w:bCs/>
        </w:rPr>
        <w:t>к проекту решения Городской Думы города Усть-Илимска</w:t>
      </w:r>
    </w:p>
    <w:p w:rsidR="00C644E7" w:rsidRPr="00144CE0" w:rsidRDefault="00C644E7" w:rsidP="00144CE0">
      <w:pPr>
        <w:jc w:val="center"/>
        <w:rPr>
          <w:b/>
          <w:bCs/>
        </w:rPr>
      </w:pPr>
      <w:r w:rsidRPr="00144CE0">
        <w:rPr>
          <w:b/>
          <w:bCs/>
        </w:rPr>
        <w:t>«</w:t>
      </w:r>
      <w:r w:rsidR="00144CE0" w:rsidRPr="00144CE0">
        <w:rPr>
          <w:b/>
          <w:bCs/>
        </w:rPr>
        <w:t xml:space="preserve">Об участии в ежегодном областном конкурсе на лучшую организацию работы представительного органа муниципального </w:t>
      </w:r>
      <w:r w:rsidR="00E80F35">
        <w:rPr>
          <w:b/>
          <w:bCs/>
        </w:rPr>
        <w:t xml:space="preserve">образования Иркутской области </w:t>
      </w:r>
      <w:r w:rsidR="00144CE0" w:rsidRPr="00144CE0">
        <w:rPr>
          <w:b/>
          <w:bCs/>
        </w:rPr>
        <w:t>в муниципальных образованиях Иркутской области</w:t>
      </w:r>
      <w:r w:rsidRPr="00144CE0">
        <w:rPr>
          <w:b/>
          <w:bCs/>
        </w:rPr>
        <w:t>»</w:t>
      </w:r>
    </w:p>
    <w:p w:rsidR="00C644E7" w:rsidRPr="00144CE0" w:rsidRDefault="00C644E7" w:rsidP="00144CE0">
      <w:pPr>
        <w:jc w:val="both"/>
        <w:rPr>
          <w:bCs/>
        </w:rPr>
      </w:pPr>
    </w:p>
    <w:p w:rsidR="00C644E7" w:rsidRPr="00144CE0" w:rsidRDefault="00C644E7" w:rsidP="00144CE0">
      <w:pPr>
        <w:jc w:val="both"/>
      </w:pPr>
      <w:r w:rsidRPr="00144CE0">
        <w:rPr>
          <w:b/>
        </w:rPr>
        <w:t>Тип проекта правового акта:</w:t>
      </w:r>
      <w:r w:rsidRPr="00144CE0">
        <w:t xml:space="preserve"> решение Городской Думы города Усть-Илимска.</w:t>
      </w:r>
    </w:p>
    <w:p w:rsidR="00144CE0" w:rsidRDefault="00144CE0" w:rsidP="00144CE0">
      <w:pPr>
        <w:jc w:val="both"/>
        <w:rPr>
          <w:b/>
        </w:rPr>
      </w:pPr>
    </w:p>
    <w:p w:rsidR="00C644E7" w:rsidRPr="00144CE0" w:rsidRDefault="00C644E7" w:rsidP="00144CE0">
      <w:pPr>
        <w:jc w:val="both"/>
      </w:pPr>
      <w:r w:rsidRPr="00144CE0">
        <w:rPr>
          <w:b/>
        </w:rPr>
        <w:t>Наименование проекта правового акта:</w:t>
      </w:r>
      <w:r w:rsidRPr="00144CE0">
        <w:rPr>
          <w:i/>
        </w:rPr>
        <w:t xml:space="preserve"> </w:t>
      </w:r>
      <w:r w:rsidRPr="00144CE0">
        <w:rPr>
          <w:bCs/>
        </w:rPr>
        <w:t>«</w:t>
      </w:r>
      <w:r w:rsidR="00144CE0" w:rsidRPr="00144CE0">
        <w:rPr>
          <w:bCs/>
        </w:rPr>
        <w:t>Об участии в ежегодном областном конкурсе на лучшую организацию работы представительного органа муниципального образования Иркутской области с населением в муниципальных образованиях Иркутской области</w:t>
      </w:r>
      <w:r w:rsidR="00D63E47">
        <w:rPr>
          <w:bCs/>
        </w:rPr>
        <w:t xml:space="preserve"> в 2025 году</w:t>
      </w:r>
      <w:r w:rsidR="00144CE0" w:rsidRPr="00144CE0">
        <w:rPr>
          <w:bCs/>
        </w:rPr>
        <w:t>»</w:t>
      </w:r>
      <w:r w:rsidRPr="00144CE0">
        <w:t>.</w:t>
      </w:r>
    </w:p>
    <w:p w:rsidR="00144CE0" w:rsidRDefault="00144CE0" w:rsidP="00144CE0">
      <w:pPr>
        <w:jc w:val="both"/>
      </w:pPr>
    </w:p>
    <w:p w:rsidR="00C644E7" w:rsidRPr="00144CE0" w:rsidRDefault="00C644E7" w:rsidP="00144CE0">
      <w:pPr>
        <w:jc w:val="both"/>
      </w:pPr>
      <w:r w:rsidRPr="00144CE0">
        <w:rPr>
          <w:b/>
        </w:rPr>
        <w:t>Субъект правотворческой инициативы:</w:t>
      </w:r>
      <w:r w:rsidRPr="00144CE0">
        <w:t xml:space="preserve"> </w:t>
      </w:r>
      <w:r w:rsidR="00144CE0">
        <w:t>председатель</w:t>
      </w:r>
      <w:r w:rsidRPr="00144CE0">
        <w:t xml:space="preserve"> Городской Думы города Усть-Илимска.</w:t>
      </w:r>
    </w:p>
    <w:p w:rsidR="00C644E7" w:rsidRPr="00144CE0" w:rsidRDefault="00C644E7" w:rsidP="00144CE0">
      <w:pPr>
        <w:jc w:val="both"/>
      </w:pPr>
    </w:p>
    <w:p w:rsidR="00C644E7" w:rsidRPr="00144CE0" w:rsidRDefault="00C644E7" w:rsidP="00144CE0">
      <w:pPr>
        <w:jc w:val="both"/>
        <w:rPr>
          <w:b/>
        </w:rPr>
      </w:pPr>
      <w:r w:rsidRPr="00144CE0">
        <w:rPr>
          <w:b/>
        </w:rPr>
        <w:t xml:space="preserve">Правовое обоснование принятия проекта правового акта: </w:t>
      </w:r>
      <w:r w:rsidR="00144CE0">
        <w:t>постановление</w:t>
      </w:r>
      <w:r w:rsidR="00144CE0" w:rsidRPr="00144CE0">
        <w:t xml:space="preserve"> Законодательного Собрания Иркутской области от 22.06.2022г. № 57/8-ЗС «Об утверждении Положения о ежегодном областном конкурсе на лучшую организацию работы представительного органа муниципального образования Иркутской области с населением в муниципальных образованиях Иркутской области», </w:t>
      </w:r>
      <w:r w:rsidR="00144CE0">
        <w:rPr>
          <w:b/>
        </w:rPr>
        <w:t xml:space="preserve"> </w:t>
      </w:r>
      <w:r w:rsidRPr="00144CE0">
        <w:t>Устав муниципального образования город Усть-Илимск.</w:t>
      </w:r>
    </w:p>
    <w:p w:rsidR="00144CE0" w:rsidRPr="00144CE0" w:rsidRDefault="00144CE0" w:rsidP="00144CE0">
      <w:pPr>
        <w:jc w:val="both"/>
      </w:pPr>
      <w:r>
        <w:t>Источниками</w:t>
      </w:r>
      <w:r w:rsidR="00C644E7" w:rsidRPr="00144CE0">
        <w:t xml:space="preserve"> официаль</w:t>
      </w:r>
      <w:r>
        <w:t>ного опубликования проекта являю</w:t>
      </w:r>
      <w:r w:rsidR="00C644E7" w:rsidRPr="00144CE0">
        <w:t xml:space="preserve">тся </w:t>
      </w:r>
      <w:r>
        <w:t>официальные сайты</w:t>
      </w:r>
      <w:r w:rsidRPr="00144CE0">
        <w:t xml:space="preserve"> Городской Думы города Усть-Илимска, Администрации города Усть-Илимска.</w:t>
      </w:r>
    </w:p>
    <w:p w:rsidR="00C644E7" w:rsidRPr="00144CE0" w:rsidRDefault="00C644E7" w:rsidP="00144CE0">
      <w:pPr>
        <w:jc w:val="both"/>
      </w:pPr>
    </w:p>
    <w:p w:rsidR="00C644E7" w:rsidRPr="00144CE0" w:rsidRDefault="00C644E7" w:rsidP="00144CE0">
      <w:pPr>
        <w:jc w:val="both"/>
      </w:pPr>
      <w:r w:rsidRPr="00144CE0">
        <w:rPr>
          <w:b/>
        </w:rPr>
        <w:t>Перечень муниципальных правовых актов, принятия, отмены, изменения или дополнения которых потребует принятие муниципального правового акта:</w:t>
      </w:r>
      <w:r w:rsidRPr="00144CE0">
        <w:t xml:space="preserve"> не требуется.</w:t>
      </w:r>
    </w:p>
    <w:p w:rsidR="00C644E7" w:rsidRPr="00144CE0" w:rsidRDefault="00C644E7" w:rsidP="00144CE0">
      <w:pPr>
        <w:jc w:val="both"/>
      </w:pPr>
    </w:p>
    <w:p w:rsidR="00C644E7" w:rsidRPr="00144CE0" w:rsidRDefault="00C644E7" w:rsidP="00144CE0">
      <w:pPr>
        <w:jc w:val="both"/>
      </w:pPr>
      <w:r w:rsidRPr="00144CE0">
        <w:rPr>
          <w:b/>
        </w:rPr>
        <w:t xml:space="preserve">Сведения о наличии (отсутствии) необходимости увеличения (уменьшения) расходов бюджета города: </w:t>
      </w:r>
      <w:r w:rsidRPr="00144CE0">
        <w:t xml:space="preserve">принятие данного муниципального правового </w:t>
      </w:r>
      <w:r w:rsidR="00144CE0">
        <w:t xml:space="preserve">акта не </w:t>
      </w:r>
      <w:r w:rsidRPr="00144CE0">
        <w:t>требует дополнительных расходов из бюджета города</w:t>
      </w:r>
      <w:r w:rsidR="00144CE0">
        <w:t>.</w:t>
      </w:r>
    </w:p>
    <w:p w:rsidR="00C644E7" w:rsidRPr="00144CE0" w:rsidRDefault="00C644E7" w:rsidP="00144CE0">
      <w:pPr>
        <w:jc w:val="both"/>
      </w:pPr>
    </w:p>
    <w:p w:rsidR="00C644E7" w:rsidRPr="00144CE0" w:rsidRDefault="00C644E7" w:rsidP="00144CE0">
      <w:pPr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217"/>
      </w:tblGrid>
      <w:tr w:rsidR="00C644E7" w:rsidRPr="00144CE0" w:rsidTr="00144CE0">
        <w:tc>
          <w:tcPr>
            <w:tcW w:w="4814" w:type="dxa"/>
          </w:tcPr>
          <w:p w:rsidR="00C644E7" w:rsidRPr="00144CE0" w:rsidRDefault="00144CE0" w:rsidP="00144CE0">
            <w:pPr>
              <w:jc w:val="both"/>
              <w:rPr>
                <w:b/>
              </w:rPr>
            </w:pPr>
            <w:r w:rsidRPr="00144CE0">
              <w:rPr>
                <w:b/>
              </w:rPr>
              <w:t xml:space="preserve">Председатель </w:t>
            </w:r>
            <w:r w:rsidR="00C644E7" w:rsidRPr="00144CE0">
              <w:rPr>
                <w:b/>
              </w:rPr>
              <w:t xml:space="preserve"> Городской Думы</w:t>
            </w:r>
          </w:p>
          <w:p w:rsidR="00C644E7" w:rsidRPr="00144CE0" w:rsidRDefault="00C644E7" w:rsidP="00144CE0">
            <w:pPr>
              <w:jc w:val="both"/>
              <w:rPr>
                <w:b/>
              </w:rPr>
            </w:pPr>
            <w:r w:rsidRPr="00144CE0">
              <w:rPr>
                <w:b/>
              </w:rPr>
              <w:t>города Усть-Илимска</w:t>
            </w:r>
          </w:p>
        </w:tc>
        <w:tc>
          <w:tcPr>
            <w:tcW w:w="5217" w:type="dxa"/>
          </w:tcPr>
          <w:p w:rsidR="00C644E7" w:rsidRPr="00144CE0" w:rsidRDefault="00C644E7" w:rsidP="00144CE0">
            <w:pPr>
              <w:jc w:val="both"/>
              <w:rPr>
                <w:b/>
              </w:rPr>
            </w:pPr>
          </w:p>
          <w:p w:rsidR="00C644E7" w:rsidRPr="00144CE0" w:rsidRDefault="00144CE0" w:rsidP="00144CE0">
            <w:pPr>
              <w:jc w:val="both"/>
              <w:rPr>
                <w:b/>
              </w:rPr>
            </w:pPr>
            <w:r w:rsidRPr="00144CE0">
              <w:rPr>
                <w:b/>
              </w:rPr>
              <w:t xml:space="preserve">                                            </w:t>
            </w:r>
            <w:r>
              <w:rPr>
                <w:b/>
              </w:rPr>
              <w:t xml:space="preserve">  </w:t>
            </w:r>
            <w:r w:rsidR="008B429D">
              <w:rPr>
                <w:b/>
              </w:rPr>
              <w:t xml:space="preserve">       </w:t>
            </w:r>
            <w:r>
              <w:rPr>
                <w:b/>
              </w:rPr>
              <w:t xml:space="preserve"> </w:t>
            </w:r>
            <w:r w:rsidR="00C644E7" w:rsidRPr="00144CE0">
              <w:rPr>
                <w:b/>
              </w:rPr>
              <w:t>А.П. Чихирьков</w:t>
            </w:r>
          </w:p>
        </w:tc>
      </w:tr>
    </w:tbl>
    <w:p w:rsidR="00C644E7" w:rsidRPr="00144CE0" w:rsidRDefault="00C644E7" w:rsidP="00144CE0">
      <w:pPr>
        <w:jc w:val="both"/>
        <w:rPr>
          <w:b/>
          <w:i/>
        </w:rPr>
      </w:pPr>
    </w:p>
    <w:p w:rsidR="00C644E7" w:rsidRPr="00144CE0" w:rsidRDefault="00C644E7" w:rsidP="00144CE0">
      <w:pPr>
        <w:jc w:val="both"/>
        <w:rPr>
          <w:i/>
        </w:rPr>
      </w:pPr>
    </w:p>
    <w:p w:rsidR="00C644E7" w:rsidRPr="00144CE0" w:rsidRDefault="00C644E7" w:rsidP="00144CE0">
      <w:pPr>
        <w:jc w:val="both"/>
        <w:rPr>
          <w:i/>
        </w:rPr>
      </w:pPr>
    </w:p>
    <w:p w:rsidR="00C644E7" w:rsidRPr="00144CE0" w:rsidRDefault="00C644E7" w:rsidP="00144CE0">
      <w:pPr>
        <w:jc w:val="both"/>
        <w:rPr>
          <w:i/>
        </w:rPr>
      </w:pPr>
    </w:p>
    <w:p w:rsidR="00C644E7" w:rsidRPr="00144CE0" w:rsidRDefault="00C644E7" w:rsidP="00144CE0">
      <w:pPr>
        <w:jc w:val="both"/>
        <w:rPr>
          <w:i/>
        </w:rPr>
      </w:pPr>
    </w:p>
    <w:p w:rsidR="00C644E7" w:rsidRPr="00144CE0" w:rsidRDefault="00C644E7" w:rsidP="00144CE0">
      <w:pPr>
        <w:jc w:val="both"/>
        <w:rPr>
          <w:i/>
        </w:rPr>
      </w:pPr>
    </w:p>
    <w:sectPr w:rsidR="00C644E7" w:rsidRPr="00144CE0" w:rsidSect="00D31B57">
      <w:headerReference w:type="even" r:id="rId8"/>
      <w:pgSz w:w="11907" w:h="16840" w:code="9"/>
      <w:pgMar w:top="853" w:right="567" w:bottom="567" w:left="1418" w:header="709" w:footer="709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A6D" w:rsidRDefault="00D60A6D">
      <w:r>
        <w:separator/>
      </w:r>
    </w:p>
  </w:endnote>
  <w:endnote w:type="continuationSeparator" w:id="0">
    <w:p w:rsidR="00D60A6D" w:rsidRDefault="00D60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A6D" w:rsidRDefault="00D60A6D">
      <w:r>
        <w:separator/>
      </w:r>
    </w:p>
  </w:footnote>
  <w:footnote w:type="continuationSeparator" w:id="0">
    <w:p w:rsidR="00D60A6D" w:rsidRDefault="00D60A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03CB3"/>
    <w:multiLevelType w:val="hybridMultilevel"/>
    <w:tmpl w:val="54F6D27C"/>
    <w:lvl w:ilvl="0" w:tplc="D21E7E8A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1C"/>
    <w:rsid w:val="0000210A"/>
    <w:rsid w:val="0000313A"/>
    <w:rsid w:val="000035E0"/>
    <w:rsid w:val="0001356F"/>
    <w:rsid w:val="000154F0"/>
    <w:rsid w:val="0003675F"/>
    <w:rsid w:val="00043A92"/>
    <w:rsid w:val="0005664E"/>
    <w:rsid w:val="00062718"/>
    <w:rsid w:val="00075F8F"/>
    <w:rsid w:val="000832FC"/>
    <w:rsid w:val="000858CE"/>
    <w:rsid w:val="00086138"/>
    <w:rsid w:val="00086999"/>
    <w:rsid w:val="00096A57"/>
    <w:rsid w:val="000A073A"/>
    <w:rsid w:val="000A1FB0"/>
    <w:rsid w:val="000E776A"/>
    <w:rsid w:val="00113623"/>
    <w:rsid w:val="00113711"/>
    <w:rsid w:val="00144CE0"/>
    <w:rsid w:val="0014550E"/>
    <w:rsid w:val="00187C5B"/>
    <w:rsid w:val="00192718"/>
    <w:rsid w:val="001A3BE0"/>
    <w:rsid w:val="001D00F8"/>
    <w:rsid w:val="00230E17"/>
    <w:rsid w:val="00242979"/>
    <w:rsid w:val="00247A14"/>
    <w:rsid w:val="0025671C"/>
    <w:rsid w:val="00263A35"/>
    <w:rsid w:val="002912A9"/>
    <w:rsid w:val="002A11E4"/>
    <w:rsid w:val="002A25B5"/>
    <w:rsid w:val="002A453E"/>
    <w:rsid w:val="002C1B1A"/>
    <w:rsid w:val="002C224D"/>
    <w:rsid w:val="002D638F"/>
    <w:rsid w:val="002E029E"/>
    <w:rsid w:val="002E54C2"/>
    <w:rsid w:val="00301824"/>
    <w:rsid w:val="00305C68"/>
    <w:rsid w:val="00317D9B"/>
    <w:rsid w:val="00366AD2"/>
    <w:rsid w:val="0036711F"/>
    <w:rsid w:val="0037401F"/>
    <w:rsid w:val="00380AB8"/>
    <w:rsid w:val="00392291"/>
    <w:rsid w:val="00397177"/>
    <w:rsid w:val="003A2092"/>
    <w:rsid w:val="003A761F"/>
    <w:rsid w:val="003B0439"/>
    <w:rsid w:val="003B3BA2"/>
    <w:rsid w:val="003B67BB"/>
    <w:rsid w:val="003C39BF"/>
    <w:rsid w:val="003E3A89"/>
    <w:rsid w:val="003F185D"/>
    <w:rsid w:val="003F199A"/>
    <w:rsid w:val="00416FB0"/>
    <w:rsid w:val="004713B9"/>
    <w:rsid w:val="00483AFF"/>
    <w:rsid w:val="004A75F6"/>
    <w:rsid w:val="004B6769"/>
    <w:rsid w:val="004C0C41"/>
    <w:rsid w:val="004C7A24"/>
    <w:rsid w:val="004E11D1"/>
    <w:rsid w:val="004F7945"/>
    <w:rsid w:val="00517590"/>
    <w:rsid w:val="00527A79"/>
    <w:rsid w:val="00550C9D"/>
    <w:rsid w:val="00581E83"/>
    <w:rsid w:val="005906A2"/>
    <w:rsid w:val="005A3F1D"/>
    <w:rsid w:val="005E3D20"/>
    <w:rsid w:val="005E6828"/>
    <w:rsid w:val="006074F1"/>
    <w:rsid w:val="006531B8"/>
    <w:rsid w:val="00665B4E"/>
    <w:rsid w:val="006835B0"/>
    <w:rsid w:val="00685116"/>
    <w:rsid w:val="0068519E"/>
    <w:rsid w:val="006923CC"/>
    <w:rsid w:val="006B4BD1"/>
    <w:rsid w:val="006F6562"/>
    <w:rsid w:val="00731410"/>
    <w:rsid w:val="00744DBD"/>
    <w:rsid w:val="007477BD"/>
    <w:rsid w:val="00751F94"/>
    <w:rsid w:val="007854A9"/>
    <w:rsid w:val="007A09D8"/>
    <w:rsid w:val="007E3622"/>
    <w:rsid w:val="00871AAA"/>
    <w:rsid w:val="0087273A"/>
    <w:rsid w:val="00886C83"/>
    <w:rsid w:val="008A4408"/>
    <w:rsid w:val="008B429D"/>
    <w:rsid w:val="008E6CF5"/>
    <w:rsid w:val="00922305"/>
    <w:rsid w:val="00941DC7"/>
    <w:rsid w:val="00965168"/>
    <w:rsid w:val="009841FD"/>
    <w:rsid w:val="0099166A"/>
    <w:rsid w:val="009A75C0"/>
    <w:rsid w:val="009C2B81"/>
    <w:rsid w:val="009E021F"/>
    <w:rsid w:val="00A0176D"/>
    <w:rsid w:val="00A248D4"/>
    <w:rsid w:val="00A255DF"/>
    <w:rsid w:val="00A279C2"/>
    <w:rsid w:val="00A34633"/>
    <w:rsid w:val="00A6707D"/>
    <w:rsid w:val="00A95469"/>
    <w:rsid w:val="00AA4221"/>
    <w:rsid w:val="00AB6E42"/>
    <w:rsid w:val="00AC07AC"/>
    <w:rsid w:val="00AC14AA"/>
    <w:rsid w:val="00AC7D33"/>
    <w:rsid w:val="00AD021F"/>
    <w:rsid w:val="00AE2440"/>
    <w:rsid w:val="00AE4BF8"/>
    <w:rsid w:val="00AE6515"/>
    <w:rsid w:val="00AF7757"/>
    <w:rsid w:val="00B16C57"/>
    <w:rsid w:val="00B2321E"/>
    <w:rsid w:val="00B269AE"/>
    <w:rsid w:val="00B46F3C"/>
    <w:rsid w:val="00B62FD1"/>
    <w:rsid w:val="00B758EB"/>
    <w:rsid w:val="00B80110"/>
    <w:rsid w:val="00BA04D3"/>
    <w:rsid w:val="00BB7F5C"/>
    <w:rsid w:val="00BF4EBD"/>
    <w:rsid w:val="00BF5A9D"/>
    <w:rsid w:val="00C4705B"/>
    <w:rsid w:val="00C50EE6"/>
    <w:rsid w:val="00C644E7"/>
    <w:rsid w:val="00C65FF0"/>
    <w:rsid w:val="00C66935"/>
    <w:rsid w:val="00CF03C4"/>
    <w:rsid w:val="00D07B1D"/>
    <w:rsid w:val="00D1739B"/>
    <w:rsid w:val="00D31B57"/>
    <w:rsid w:val="00D40121"/>
    <w:rsid w:val="00D50042"/>
    <w:rsid w:val="00D60A6D"/>
    <w:rsid w:val="00D63E47"/>
    <w:rsid w:val="00D64258"/>
    <w:rsid w:val="00D8165B"/>
    <w:rsid w:val="00DB120A"/>
    <w:rsid w:val="00DB43F4"/>
    <w:rsid w:val="00DD7981"/>
    <w:rsid w:val="00DF2FC3"/>
    <w:rsid w:val="00DF481C"/>
    <w:rsid w:val="00E20421"/>
    <w:rsid w:val="00E23BEC"/>
    <w:rsid w:val="00E437DE"/>
    <w:rsid w:val="00E70619"/>
    <w:rsid w:val="00E80F35"/>
    <w:rsid w:val="00EC238D"/>
    <w:rsid w:val="00EE33A7"/>
    <w:rsid w:val="00EF646F"/>
    <w:rsid w:val="00F218E0"/>
    <w:rsid w:val="00F27F78"/>
    <w:rsid w:val="00F6026C"/>
    <w:rsid w:val="00F6186F"/>
    <w:rsid w:val="00F67F8F"/>
    <w:rsid w:val="00F8408D"/>
    <w:rsid w:val="00F85880"/>
    <w:rsid w:val="00FA6B93"/>
    <w:rsid w:val="00FB2921"/>
    <w:rsid w:val="00FB3FAB"/>
    <w:rsid w:val="00FB6A30"/>
    <w:rsid w:val="00FC3165"/>
    <w:rsid w:val="00FD0906"/>
    <w:rsid w:val="00FD4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E911204-6361-4E20-A7D7-3B80EC84D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D1739B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C644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6E08E-008C-4808-87C0-740E93F30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</Template>
  <TotalTime>6</TotalTime>
  <Pages>2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3175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Черепанова Лилия Павловна</dc:creator>
  <cp:lastModifiedBy>Бабак Анна Ивановна</cp:lastModifiedBy>
  <cp:revision>6</cp:revision>
  <cp:lastPrinted>2026-01-20T03:57:00Z</cp:lastPrinted>
  <dcterms:created xsi:type="dcterms:W3CDTF">2026-01-20T03:58:00Z</dcterms:created>
  <dcterms:modified xsi:type="dcterms:W3CDTF">2026-02-17T08:20:00Z</dcterms:modified>
</cp:coreProperties>
</file>